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841840" w:rsidR="00421E32" w:rsidRPr="00742463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42463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742463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742463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F879D5" w:rsidRPr="00742463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="00DF7901" w:rsidRPr="00742463">
        <w:rPr>
          <w:rFonts w:asciiTheme="minorHAnsi" w:hAnsiTheme="minorHAnsi" w:cstheme="minorHAnsi"/>
          <w:b/>
          <w:sz w:val="36"/>
          <w:szCs w:val="36"/>
          <w:lang w:val="en-GB"/>
        </w:rPr>
        <w:t>SERVICES</w:t>
      </w:r>
    </w:p>
    <w:p w14:paraId="002A6A00" w14:textId="2F16FF0E" w:rsidR="004E36AD" w:rsidRPr="00742463" w:rsidRDefault="004E36AD" w:rsidP="00F879D5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42463">
        <w:rPr>
          <w:b/>
          <w:lang w:val="en-GB"/>
        </w:rPr>
        <w:t>Procurement No:</w:t>
      </w:r>
      <w:r w:rsidRPr="00742463">
        <w:rPr>
          <w:lang w:val="en-GB"/>
        </w:rPr>
        <w:tab/>
      </w:r>
      <w:bookmarkStart w:id="0" w:name="Number"/>
      <w:r w:rsidRPr="00742463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742463">
        <w:rPr>
          <w:rStyle w:val="Strong"/>
          <w:rFonts w:asciiTheme="minorHAnsi" w:hAnsiTheme="minorHAnsi" w:cstheme="minorHAnsi"/>
          <w:lang w:val="en-GB"/>
        </w:rPr>
        <w:t>Q</w:t>
      </w:r>
      <w:r w:rsidRPr="00742463">
        <w:rPr>
          <w:rStyle w:val="Strong"/>
          <w:rFonts w:asciiTheme="minorHAnsi" w:hAnsiTheme="minorHAnsi" w:cstheme="minorHAnsi"/>
          <w:lang w:val="en-GB"/>
        </w:rPr>
        <w:t>-</w:t>
      </w:r>
      <w:r w:rsidR="00234FCC">
        <w:rPr>
          <w:rStyle w:val="Strong"/>
          <w:rFonts w:asciiTheme="minorHAnsi" w:hAnsiTheme="minorHAnsi" w:cstheme="minorHAnsi"/>
          <w:lang w:val="en-GB"/>
        </w:rPr>
        <w:t>27</w:t>
      </w:r>
      <w:r w:rsidRPr="00742463">
        <w:rPr>
          <w:rStyle w:val="Strong"/>
          <w:rFonts w:asciiTheme="minorHAnsi" w:hAnsiTheme="minorHAnsi" w:cstheme="minorHAnsi"/>
          <w:lang w:val="en-GB"/>
        </w:rPr>
        <w:t>-</w:t>
      </w:r>
      <w:r w:rsidR="00234FCC">
        <w:rPr>
          <w:rStyle w:val="Strong"/>
          <w:rFonts w:asciiTheme="minorHAnsi" w:hAnsiTheme="minorHAnsi" w:cstheme="minorHAnsi"/>
          <w:lang w:val="en-GB"/>
        </w:rPr>
        <w:t>SS008</w:t>
      </w:r>
      <w:r w:rsidRPr="00742463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234FCC">
        <w:rPr>
          <w:rStyle w:val="Strong"/>
          <w:rFonts w:asciiTheme="minorHAnsi" w:hAnsiTheme="minorHAnsi" w:cstheme="minorHAnsi"/>
          <w:lang w:val="en-GB"/>
        </w:rPr>
        <w:t>24</w:t>
      </w:r>
    </w:p>
    <w:p w14:paraId="5271E422" w14:textId="09544010" w:rsidR="00441DA5" w:rsidRPr="00742463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742463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742463" w:rsidRDefault="00C44890" w:rsidP="00C44890">
      <w:pPr>
        <w:pStyle w:val="Heading2"/>
      </w:pPr>
      <w:bookmarkStart w:id="1" w:name="_Toc419729571"/>
      <w:bookmarkStart w:id="2" w:name="_Toc11156577"/>
      <w:r w:rsidRPr="00742463">
        <w:lastRenderedPageBreak/>
        <w:t>Specification</w:t>
      </w:r>
      <w:bookmarkEnd w:id="1"/>
    </w:p>
    <w:p w14:paraId="3E6BBCE8" w14:textId="4D333F31" w:rsidR="00C44890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742463">
        <w:rPr>
          <w:lang w:val="en-GB"/>
        </w:rPr>
        <w:t>Background</w:t>
      </w:r>
      <w:bookmarkEnd w:id="3"/>
      <w:bookmarkEnd w:id="4"/>
    </w:p>
    <w:p w14:paraId="2D1AD3F3" w14:textId="6CC1633E" w:rsidR="00C75E9F" w:rsidRDefault="00C75E9F" w:rsidP="001D1718">
      <w:pPr>
        <w:jc w:val="both"/>
        <w:rPr>
          <w:lang w:val="en-GB"/>
        </w:rPr>
      </w:pPr>
      <w:r>
        <w:rPr>
          <w:lang w:val="en-GB"/>
        </w:rPr>
        <w:t xml:space="preserve">This pick-up charter is intended for picking up Water &amp; Sanitation Engineering Division (WSED) team from MISE who are at Banaba doing their repair and maintenance works to </w:t>
      </w:r>
      <w:r w:rsidR="001D1718">
        <w:rPr>
          <w:lang w:val="en-GB"/>
        </w:rPr>
        <w:t>the</w:t>
      </w:r>
      <w:r>
        <w:rPr>
          <w:lang w:val="en-GB"/>
        </w:rPr>
        <w:t xml:space="preserve"> desalination machine to ensure </w:t>
      </w:r>
      <w:r w:rsidR="007662C4">
        <w:rPr>
          <w:lang w:val="en-GB"/>
        </w:rPr>
        <w:t xml:space="preserve">a </w:t>
      </w:r>
      <w:r>
        <w:rPr>
          <w:lang w:val="en-GB"/>
        </w:rPr>
        <w:t>water crisis on Banaba is addressed.</w:t>
      </w:r>
    </w:p>
    <w:p w14:paraId="6AC7A1ED" w14:textId="2ADE4D9D" w:rsidR="00C75E9F" w:rsidRPr="00C75E9F" w:rsidRDefault="00C75E9F" w:rsidP="001D1718">
      <w:pPr>
        <w:jc w:val="both"/>
        <w:rPr>
          <w:lang w:val="en-GB"/>
        </w:rPr>
      </w:pPr>
      <w:r>
        <w:rPr>
          <w:lang w:val="en-GB"/>
        </w:rPr>
        <w:t>The team consists of only 4-5 staff, and they have about 3 or 4 toolboxes which they will bring them back with them to Tarawa. Hence the targeted vessel is a small one</w:t>
      </w:r>
      <w:r w:rsidR="00387736">
        <w:rPr>
          <w:lang w:val="en-GB"/>
        </w:rPr>
        <w:t xml:space="preserve"> which can accommodate such number/load.</w:t>
      </w:r>
    </w:p>
    <w:p w14:paraId="000280F4" w14:textId="1A2FB770" w:rsidR="00C44890" w:rsidRPr="00742463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742463">
        <w:rPr>
          <w:rFonts w:cs="Calibri"/>
          <w:lang w:val="en-GB"/>
        </w:rPr>
        <w:t>Requirements</w:t>
      </w:r>
    </w:p>
    <w:p w14:paraId="7B19B727" w14:textId="1A705D58" w:rsidR="00C44890" w:rsidRDefault="00C44890" w:rsidP="00F15AE9">
      <w:pPr>
        <w:jc w:val="both"/>
        <w:rPr>
          <w:lang w:val="en-GB"/>
        </w:rPr>
      </w:pPr>
      <w:bookmarkStart w:id="7" w:name="_Toc308102003"/>
      <w:r w:rsidRPr="00742463">
        <w:rPr>
          <w:lang w:val="en-GB"/>
        </w:rPr>
        <w:t>All supporting documentation must be in English.</w:t>
      </w:r>
    </w:p>
    <w:p w14:paraId="19848E35" w14:textId="2AE9EC51" w:rsidR="0060716B" w:rsidRDefault="00F51CD8" w:rsidP="00F15AE9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B423AF">
        <w:rPr>
          <w:rFonts w:ascii="Times New Roman" w:hAnsi="Times New Roman"/>
          <w:sz w:val="24"/>
          <w:szCs w:val="24"/>
          <w:lang w:val="en-GB"/>
        </w:rPr>
        <w:t>Valid seaworthiness certificate from Marine to ensure the vessel is licensed and has been authorised by Marine to u</w:t>
      </w:r>
      <w:r w:rsidR="00A86415">
        <w:rPr>
          <w:rFonts w:ascii="Times New Roman" w:hAnsi="Times New Roman"/>
          <w:sz w:val="24"/>
          <w:szCs w:val="24"/>
          <w:lang w:val="en-GB"/>
        </w:rPr>
        <w:t>ndertake sea transshipment.</w:t>
      </w:r>
    </w:p>
    <w:p w14:paraId="6328BA18" w14:textId="16432AD2" w:rsidR="00DE347B" w:rsidRPr="00B423AF" w:rsidRDefault="00DE347B" w:rsidP="00F15AE9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Registration Certificate from MTCIC</w:t>
      </w:r>
      <w:r w:rsidR="00087C6F">
        <w:rPr>
          <w:rFonts w:ascii="Times New Roman" w:hAnsi="Times New Roman"/>
          <w:sz w:val="24"/>
          <w:szCs w:val="24"/>
          <w:lang w:val="en-GB"/>
        </w:rPr>
        <w:t xml:space="preserve"> (certified)</w:t>
      </w:r>
      <w:r>
        <w:rPr>
          <w:rFonts w:ascii="Times New Roman" w:hAnsi="Times New Roman"/>
          <w:sz w:val="24"/>
          <w:szCs w:val="24"/>
          <w:lang w:val="en-GB"/>
        </w:rPr>
        <w:t>.</w:t>
      </w:r>
    </w:p>
    <w:p w14:paraId="2805E360" w14:textId="3B9914FD" w:rsidR="00F51CD8" w:rsidRDefault="00F51CD8" w:rsidP="00F15AE9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B423AF">
        <w:rPr>
          <w:rFonts w:ascii="Times New Roman" w:hAnsi="Times New Roman"/>
          <w:sz w:val="24"/>
          <w:szCs w:val="24"/>
          <w:lang w:val="en-GB"/>
        </w:rPr>
        <w:t xml:space="preserve">Charge </w:t>
      </w:r>
      <w:r w:rsidR="00B423AF" w:rsidRPr="00B423AF">
        <w:rPr>
          <w:rFonts w:ascii="Times New Roman" w:hAnsi="Times New Roman"/>
          <w:sz w:val="24"/>
          <w:szCs w:val="24"/>
          <w:lang w:val="en-GB"/>
        </w:rPr>
        <w:t>rate including handling charge and arrangement.</w:t>
      </w:r>
    </w:p>
    <w:p w14:paraId="0AD664DB" w14:textId="77777777" w:rsidR="00F15AE9" w:rsidRDefault="00F15AE9" w:rsidP="00F15AE9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F15AE9">
        <w:rPr>
          <w:rFonts w:ascii="Times New Roman" w:hAnsi="Times New Roman"/>
          <w:sz w:val="24"/>
          <w:szCs w:val="24"/>
          <w:lang w:val="en-GB"/>
        </w:rPr>
        <w:t>The bidder should financially be capable to proceed with chartering and to allow delay of payment or reimbursement in case there’s a delay with the process and system (IFMIS).</w:t>
      </w:r>
    </w:p>
    <w:p w14:paraId="2E97D527" w14:textId="302F9DED" w:rsidR="00087C6F" w:rsidRPr="00087C6F" w:rsidRDefault="00456388" w:rsidP="00087C6F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2C2E51">
        <w:rPr>
          <w:rFonts w:ascii="Times New Roman" w:hAnsi="Times New Roman"/>
          <w:sz w:val="24"/>
          <w:szCs w:val="24"/>
          <w:lang w:val="en-GB"/>
        </w:rPr>
        <w:t>Tax clearance letter from Tax Office (MFED)</w:t>
      </w:r>
    </w:p>
    <w:p w14:paraId="6F582215" w14:textId="77777777" w:rsidR="00DE347B" w:rsidRPr="00B423AF" w:rsidRDefault="00DE347B" w:rsidP="00F15AE9">
      <w:pPr>
        <w:pStyle w:val="ListParagraph"/>
        <w:ind w:leftChars="0" w:left="720"/>
        <w:rPr>
          <w:rFonts w:ascii="Times New Roman" w:hAnsi="Times New Roman"/>
          <w:sz w:val="24"/>
          <w:szCs w:val="24"/>
          <w:lang w:val="en-GB"/>
        </w:rPr>
      </w:pPr>
    </w:p>
    <w:p w14:paraId="17367821" w14:textId="77777777" w:rsidR="00C44890" w:rsidRDefault="00C44890" w:rsidP="00772E21">
      <w:pPr>
        <w:pStyle w:val="Heading3"/>
        <w:rPr>
          <w:lang w:val="en-GB"/>
        </w:rPr>
      </w:pPr>
      <w:bookmarkStart w:id="8" w:name="_Toc419729578"/>
      <w:bookmarkEnd w:id="7"/>
      <w:r w:rsidRPr="00742463">
        <w:rPr>
          <w:lang w:val="en-GB"/>
        </w:rPr>
        <w:t>Delivery Time</w:t>
      </w:r>
      <w:bookmarkEnd w:id="8"/>
    </w:p>
    <w:p w14:paraId="13CD72AC" w14:textId="148DA024" w:rsidR="00C75E9F" w:rsidRPr="00C75E9F" w:rsidRDefault="00C75E9F" w:rsidP="00C75E9F">
      <w:pPr>
        <w:rPr>
          <w:lang w:val="en-GB"/>
        </w:rPr>
      </w:pPr>
      <w:r>
        <w:rPr>
          <w:lang w:val="en-GB"/>
        </w:rPr>
        <w:t xml:space="preserve">The expected pick </w:t>
      </w:r>
      <w:r w:rsidR="00387736">
        <w:rPr>
          <w:lang w:val="en-GB"/>
        </w:rPr>
        <w:t>update</w:t>
      </w:r>
      <w:r>
        <w:rPr>
          <w:lang w:val="en-GB"/>
        </w:rPr>
        <w:t xml:space="preserve"> for the team on Banaba is </w:t>
      </w:r>
      <w:r w:rsidRPr="00456388">
        <w:rPr>
          <w:highlight w:val="yellow"/>
          <w:lang w:val="en-GB"/>
        </w:rPr>
        <w:t>the 27/10/24,</w:t>
      </w:r>
      <w:r>
        <w:rPr>
          <w:lang w:val="en-GB"/>
        </w:rPr>
        <w:t xml:space="preserve"> so the bidder should be available and convenient to that date.</w:t>
      </w:r>
    </w:p>
    <w:bookmarkEnd w:id="5"/>
    <w:bookmarkEnd w:id="6"/>
    <w:p w14:paraId="625DFCD7" w14:textId="064C5248" w:rsidR="00C44890" w:rsidRPr="00742463" w:rsidRDefault="00C44890" w:rsidP="00C44890">
      <w:pPr>
        <w:pStyle w:val="Heading2"/>
      </w:pPr>
      <w:r w:rsidRPr="00742463">
        <w:t xml:space="preserve">Description of the </w:t>
      </w:r>
      <w:r w:rsidR="00DF7901" w:rsidRPr="00742463">
        <w:t>Services</w:t>
      </w:r>
      <w:bookmarkEnd w:id="2"/>
      <w:r w:rsidR="00F879D5" w:rsidRPr="00742463">
        <w:rPr>
          <w:rFonts w:cs="Calibri"/>
        </w:rPr>
        <w:t xml:space="preserve"> to be provided</w:t>
      </w:r>
    </w:p>
    <w:p w14:paraId="107815C1" w14:textId="77777777" w:rsidR="00C44890" w:rsidRPr="00742463" w:rsidRDefault="00C44890" w:rsidP="00C44890">
      <w:pPr>
        <w:rPr>
          <w:i/>
          <w:iCs/>
          <w:lang w:val="en-GB"/>
        </w:rPr>
      </w:pPr>
      <w:r w:rsidRPr="00742463">
        <w:rPr>
          <w:i/>
          <w:iCs/>
          <w:lang w:val="en-GB"/>
        </w:rPr>
        <w:t>Here, list all items to be Tendered</w:t>
      </w:r>
    </w:p>
    <w:p w14:paraId="67D3B075" w14:textId="74020EF7" w:rsidR="00C44890" w:rsidRPr="005F61BD" w:rsidRDefault="00C44890" w:rsidP="00C44890">
      <w:pPr>
        <w:rPr>
          <w:i/>
          <w:iCs/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2194"/>
        <w:gridCol w:w="1985"/>
      </w:tblGrid>
      <w:tr w:rsidR="00D84D1E" w:rsidRPr="00742463" w14:paraId="7BA20976" w14:textId="59B94A2B" w:rsidTr="00EF2B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D84D1E" w:rsidRPr="00742463" w:rsidRDefault="00D84D1E" w:rsidP="00C44890">
            <w:pPr>
              <w:rPr>
                <w:lang w:val="en-GB"/>
              </w:rPr>
            </w:pPr>
            <w:r w:rsidRPr="00742463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D84D1E" w:rsidRPr="00742463" w:rsidRDefault="00D84D1E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742463">
              <w:rPr>
                <w:lang w:val="en-GB"/>
              </w:rPr>
              <w:t>Description</w:t>
            </w:r>
          </w:p>
        </w:tc>
        <w:tc>
          <w:tcPr>
            <w:tcW w:w="2194" w:type="dxa"/>
          </w:tcPr>
          <w:p w14:paraId="7FE7D34C" w14:textId="558241B6" w:rsidR="00D84D1E" w:rsidRPr="00742463" w:rsidRDefault="00D84D1E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742463">
              <w:rPr>
                <w:lang w:val="en-GB"/>
              </w:rPr>
              <w:t>Delivery Time (to be Tendered)</w:t>
            </w:r>
          </w:p>
        </w:tc>
        <w:tc>
          <w:tcPr>
            <w:tcW w:w="1985" w:type="dxa"/>
          </w:tcPr>
          <w:p w14:paraId="345F2A9D" w14:textId="307D1751" w:rsidR="00D84D1E" w:rsidRPr="00742463" w:rsidRDefault="00D84D1E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742463">
              <w:rPr>
                <w:lang w:val="en-GB"/>
              </w:rPr>
              <w:t>Price (to be Tendered)</w:t>
            </w:r>
          </w:p>
        </w:tc>
      </w:tr>
      <w:tr w:rsidR="00D84D1E" w:rsidRPr="00742463" w14:paraId="6E6D2AD2" w14:textId="41F29E74" w:rsidTr="00EF2B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D84D1E" w:rsidRPr="00742463" w:rsidRDefault="00D84D1E" w:rsidP="00C44890">
            <w:pPr>
              <w:rPr>
                <w:b w:val="0"/>
                <w:bCs w:val="0"/>
                <w:lang w:val="en-GB"/>
              </w:rPr>
            </w:pPr>
            <w:r w:rsidRPr="00742463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6768A0F3" w:rsidR="00D84D1E" w:rsidRPr="00742463" w:rsidRDefault="00C75E9F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Team consists of 4-5 staff to be picked up from Banaba to Tarawa with this intended charter.</w:t>
            </w:r>
          </w:p>
        </w:tc>
        <w:tc>
          <w:tcPr>
            <w:tcW w:w="2194" w:type="dxa"/>
          </w:tcPr>
          <w:p w14:paraId="7E3C67F5" w14:textId="46590D10" w:rsidR="00D84D1E" w:rsidRPr="00742463" w:rsidRDefault="00EF2BBE" w:rsidP="00F85B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27/10/24 pick-up date.</w:t>
            </w:r>
          </w:p>
        </w:tc>
        <w:tc>
          <w:tcPr>
            <w:tcW w:w="1985" w:type="dxa"/>
          </w:tcPr>
          <w:p w14:paraId="13B5A4AE" w14:textId="5DF323A3" w:rsidR="00D84D1E" w:rsidRPr="00742463" w:rsidRDefault="00EF2BBE" w:rsidP="00EF2BBE">
            <w:pPr>
              <w:ind w:right="-8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      </w:t>
            </w:r>
          </w:p>
        </w:tc>
      </w:tr>
      <w:tr w:rsidR="00D84D1E" w:rsidRPr="00742463" w14:paraId="774E0324" w14:textId="3A7B6733" w:rsidTr="00EF2B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1E2EAAA4" w:rsidR="00D84D1E" w:rsidRPr="00742463" w:rsidRDefault="00C75E9F" w:rsidP="00C44890">
            <w:pPr>
              <w:rPr>
                <w:b w:val="0"/>
                <w:bCs w:val="0"/>
                <w:lang w:val="en-GB"/>
              </w:rPr>
            </w:pPr>
            <w:r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21CC555E" w:rsidR="00D84D1E" w:rsidRPr="00742463" w:rsidRDefault="00EF2BB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There are also about 3 – 4 toolboxes to be shipped back with team to Tarawa.</w:t>
            </w:r>
          </w:p>
        </w:tc>
        <w:tc>
          <w:tcPr>
            <w:tcW w:w="2194" w:type="dxa"/>
          </w:tcPr>
          <w:p w14:paraId="78733891" w14:textId="7A666C5E" w:rsidR="00D84D1E" w:rsidRPr="00742463" w:rsidRDefault="00EF2BB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Same as above.</w:t>
            </w:r>
          </w:p>
        </w:tc>
        <w:tc>
          <w:tcPr>
            <w:tcW w:w="1985" w:type="dxa"/>
          </w:tcPr>
          <w:p w14:paraId="2B32EE03" w14:textId="7ACFBA85" w:rsidR="00D84D1E" w:rsidRPr="00742463" w:rsidRDefault="00D84D1E" w:rsidP="00EF2B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84D1E" w:rsidRPr="00742463" w14:paraId="4278F09A" w14:textId="5BE1C4CD" w:rsidTr="00EF2B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F5528D2" w:rsidR="00D84D1E" w:rsidRPr="00742463" w:rsidRDefault="00D84D1E" w:rsidP="00C44890">
            <w:pPr>
              <w:rPr>
                <w:b w:val="0"/>
                <w:bCs w:val="0"/>
                <w:lang w:val="en-GB"/>
              </w:rPr>
            </w:pPr>
          </w:p>
        </w:tc>
        <w:tc>
          <w:tcPr>
            <w:tcW w:w="4678" w:type="dxa"/>
          </w:tcPr>
          <w:p w14:paraId="2B307F71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194" w:type="dxa"/>
          </w:tcPr>
          <w:p w14:paraId="56EC4DFE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85" w:type="dxa"/>
          </w:tcPr>
          <w:p w14:paraId="7F47D2E5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742463" w:rsidRDefault="00C44890" w:rsidP="00C44890">
      <w:pPr>
        <w:rPr>
          <w:lang w:val="en-GB"/>
        </w:rPr>
      </w:pPr>
    </w:p>
    <w:sectPr w:rsidR="00C44890" w:rsidRPr="00742463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2A909" w14:textId="77777777" w:rsidR="00B3448E" w:rsidRDefault="00B3448E">
      <w:r>
        <w:separator/>
      </w:r>
    </w:p>
  </w:endnote>
  <w:endnote w:type="continuationSeparator" w:id="0">
    <w:p w14:paraId="7AFC5E18" w14:textId="77777777" w:rsidR="00B3448E" w:rsidRDefault="00B3448E">
      <w:r>
        <w:continuationSeparator/>
      </w:r>
    </w:p>
  </w:endnote>
  <w:endnote w:type="continuationNotice" w:id="1">
    <w:p w14:paraId="6BF122DB" w14:textId="77777777" w:rsidR="00B3448E" w:rsidRDefault="00B34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1782B2E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087C6F">
      <w:rPr>
        <w:noProof/>
      </w:rPr>
      <w:t>2024-09-04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B5317" w14:textId="77777777" w:rsidR="00B3448E" w:rsidRDefault="00B3448E">
      <w:r>
        <w:separator/>
      </w:r>
    </w:p>
  </w:footnote>
  <w:footnote w:type="continuationSeparator" w:id="0">
    <w:p w14:paraId="2FA5234F" w14:textId="77777777" w:rsidR="00B3448E" w:rsidRDefault="00B3448E">
      <w:r>
        <w:continuationSeparator/>
      </w:r>
    </w:p>
  </w:footnote>
  <w:footnote w:type="continuationNotice" w:id="1">
    <w:p w14:paraId="0C62DA33" w14:textId="77777777" w:rsidR="00B3448E" w:rsidRDefault="00B344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16A1" w14:textId="5D0FAF4B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879D5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D84D1E" w:rsidRPr="00D84D1E">
      <w:rPr>
        <w:rStyle w:val="Strong"/>
        <w:rFonts w:asciiTheme="minorHAnsi" w:hAnsiTheme="minorHAnsi" w:cstheme="minorHAnsi"/>
        <w:lang w:val="en-GB"/>
      </w:rPr>
      <w:t>RFQ-</w:t>
    </w:r>
    <w:r w:rsidR="00234FCC">
      <w:rPr>
        <w:rStyle w:val="Strong"/>
        <w:rFonts w:asciiTheme="minorHAnsi" w:hAnsiTheme="minorHAnsi" w:cstheme="minorHAnsi"/>
        <w:lang w:val="en-GB"/>
      </w:rPr>
      <w:t>27</w:t>
    </w:r>
    <w:r w:rsidR="00D84D1E" w:rsidRPr="00D84D1E">
      <w:rPr>
        <w:rStyle w:val="Strong"/>
        <w:rFonts w:asciiTheme="minorHAnsi" w:hAnsiTheme="minorHAnsi" w:cstheme="minorHAnsi"/>
        <w:lang w:val="en-GB"/>
      </w:rPr>
      <w:t>-</w:t>
    </w:r>
    <w:r w:rsidR="00234FCC">
      <w:rPr>
        <w:rStyle w:val="Strong"/>
        <w:rFonts w:asciiTheme="minorHAnsi" w:hAnsiTheme="minorHAnsi" w:cstheme="minorHAnsi"/>
        <w:lang w:val="en-GB"/>
      </w:rPr>
      <w:t>SS008</w:t>
    </w:r>
    <w:r w:rsidR="00D84D1E" w:rsidRPr="00D84D1E">
      <w:rPr>
        <w:rStyle w:val="Strong"/>
        <w:rFonts w:asciiTheme="minorHAnsi" w:hAnsiTheme="minorHAnsi" w:cstheme="minorHAnsi"/>
        <w:lang w:val="en-GB"/>
      </w:rPr>
      <w:t>-</w:t>
    </w:r>
    <w:r w:rsidR="00234FCC">
      <w:rPr>
        <w:rStyle w:val="Strong"/>
        <w:rFonts w:asciiTheme="minorHAnsi" w:hAnsiTheme="minorHAnsi" w:cstheme="minorHAnsi"/>
        <w:lang w:val="en-GB"/>
      </w:rPr>
      <w:t>24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87DC0"/>
    <w:multiLevelType w:val="hybridMultilevel"/>
    <w:tmpl w:val="E5F44750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FC1F88"/>
    <w:multiLevelType w:val="hybridMultilevel"/>
    <w:tmpl w:val="B874BE2E"/>
    <w:lvl w:ilvl="0" w:tplc="B06CA19E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828059">
    <w:abstractNumId w:val="1"/>
  </w:num>
  <w:num w:numId="2" w16cid:durableId="1679699909">
    <w:abstractNumId w:val="15"/>
  </w:num>
  <w:num w:numId="3" w16cid:durableId="405567327">
    <w:abstractNumId w:val="16"/>
  </w:num>
  <w:num w:numId="4" w16cid:durableId="1936279466">
    <w:abstractNumId w:val="5"/>
  </w:num>
  <w:num w:numId="5" w16cid:durableId="21520575">
    <w:abstractNumId w:val="4"/>
  </w:num>
  <w:num w:numId="6" w16cid:durableId="2103137522">
    <w:abstractNumId w:val="10"/>
  </w:num>
  <w:num w:numId="7" w16cid:durableId="656037694">
    <w:abstractNumId w:val="6"/>
  </w:num>
  <w:num w:numId="8" w16cid:durableId="1432317148">
    <w:abstractNumId w:val="12"/>
  </w:num>
  <w:num w:numId="9" w16cid:durableId="851146496">
    <w:abstractNumId w:val="0"/>
  </w:num>
  <w:num w:numId="10" w16cid:durableId="1775662316">
    <w:abstractNumId w:val="11"/>
  </w:num>
  <w:num w:numId="11" w16cid:durableId="1186478816">
    <w:abstractNumId w:val="2"/>
  </w:num>
  <w:num w:numId="12" w16cid:durableId="1692412416">
    <w:abstractNumId w:val="8"/>
  </w:num>
  <w:num w:numId="13" w16cid:durableId="2129424998">
    <w:abstractNumId w:val="14"/>
  </w:num>
  <w:num w:numId="14" w16cid:durableId="1961451384">
    <w:abstractNumId w:val="3"/>
  </w:num>
  <w:num w:numId="15" w16cid:durableId="1402799622">
    <w:abstractNumId w:val="7"/>
  </w:num>
  <w:num w:numId="16" w16cid:durableId="78412386">
    <w:abstractNumId w:val="13"/>
  </w:num>
  <w:num w:numId="17" w16cid:durableId="155176806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4E8"/>
    <w:rsid w:val="00011D76"/>
    <w:rsid w:val="00012C5E"/>
    <w:rsid w:val="00014D56"/>
    <w:rsid w:val="00015552"/>
    <w:rsid w:val="00015D88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87C6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A38FA"/>
    <w:rsid w:val="001B124D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1718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4FCC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39E4"/>
    <w:rsid w:val="002B4161"/>
    <w:rsid w:val="002B4517"/>
    <w:rsid w:val="002B5EF8"/>
    <w:rsid w:val="002B68E8"/>
    <w:rsid w:val="002B7E00"/>
    <w:rsid w:val="002C0E6E"/>
    <w:rsid w:val="002C2931"/>
    <w:rsid w:val="002C2E5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736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2E99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388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357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056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15B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61BD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16B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72C8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463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62C4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116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739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48B9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61CB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837E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662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415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6B0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2079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2B3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48E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AF"/>
    <w:rsid w:val="00B423D1"/>
    <w:rsid w:val="00B42F07"/>
    <w:rsid w:val="00B43A1F"/>
    <w:rsid w:val="00B44D0D"/>
    <w:rsid w:val="00B450DC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14E"/>
    <w:rsid w:val="00BE298B"/>
    <w:rsid w:val="00BE69E9"/>
    <w:rsid w:val="00BE74B9"/>
    <w:rsid w:val="00BE790D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1422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5E9F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0C20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4D1E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15F"/>
    <w:rsid w:val="00DC2431"/>
    <w:rsid w:val="00DC2DED"/>
    <w:rsid w:val="00DC362B"/>
    <w:rsid w:val="00DC4992"/>
    <w:rsid w:val="00DC4CA3"/>
    <w:rsid w:val="00DC4DF7"/>
    <w:rsid w:val="00DC6B1B"/>
    <w:rsid w:val="00DC6DEE"/>
    <w:rsid w:val="00DC7D41"/>
    <w:rsid w:val="00DD1099"/>
    <w:rsid w:val="00DD271F"/>
    <w:rsid w:val="00DD46D5"/>
    <w:rsid w:val="00DD5C39"/>
    <w:rsid w:val="00DD5C4C"/>
    <w:rsid w:val="00DD62BA"/>
    <w:rsid w:val="00DE347B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901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718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EC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C7ECD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BBE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5AE9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1CD8"/>
    <w:rsid w:val="00F52A5D"/>
    <w:rsid w:val="00F52BA2"/>
    <w:rsid w:val="00F53EFA"/>
    <w:rsid w:val="00F5488C"/>
    <w:rsid w:val="00F55057"/>
    <w:rsid w:val="00F55418"/>
    <w:rsid w:val="00F55588"/>
    <w:rsid w:val="00F557D9"/>
    <w:rsid w:val="00F56C22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5B6E"/>
    <w:rsid w:val="00F879D5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C12554-8069-4B43-8B69-B6366E92D6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15</TotalTime>
  <Pages>3</Pages>
  <Words>242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1619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7</cp:revision>
  <cp:lastPrinted>2013-10-18T08:32:00Z</cp:lastPrinted>
  <dcterms:created xsi:type="dcterms:W3CDTF">2024-09-02T23:40:00Z</dcterms:created>
  <dcterms:modified xsi:type="dcterms:W3CDTF">2024-09-03T23:31:00Z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